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08CA9F" w14:textId="5F3AF252" w:rsidR="00003D98" w:rsidRPr="00EA239D" w:rsidRDefault="00D619CE" w:rsidP="00D619CE">
      <w:pPr>
        <w:jc w:val="right"/>
        <w:rPr>
          <w:rFonts w:ascii="Cambria" w:hAnsi="Cambria" w:cstheme="majorHAnsi"/>
          <w:lang w:val="en"/>
        </w:rPr>
      </w:pPr>
      <w:r w:rsidRPr="00EA239D">
        <w:rPr>
          <w:rFonts w:ascii="Cambria" w:hAnsi="Cambria" w:cstheme="majorHAnsi"/>
          <w:lang w:val="en"/>
        </w:rPr>
        <w:t xml:space="preserve">Końskowola, dnia </w:t>
      </w:r>
      <w:r w:rsidR="00212087">
        <w:rPr>
          <w:rFonts w:ascii="Cambria" w:hAnsi="Cambria" w:cstheme="majorHAnsi"/>
          <w:lang w:val="en"/>
        </w:rPr>
        <w:t>4</w:t>
      </w:r>
      <w:r w:rsidR="00A777A5">
        <w:rPr>
          <w:rFonts w:ascii="Cambria" w:hAnsi="Cambria" w:cstheme="majorHAnsi"/>
          <w:lang w:val="en"/>
        </w:rPr>
        <w:t xml:space="preserve"> </w:t>
      </w:r>
      <w:proofErr w:type="spellStart"/>
      <w:r w:rsidR="0034617E">
        <w:rPr>
          <w:rFonts w:ascii="Cambria" w:hAnsi="Cambria" w:cstheme="majorHAnsi"/>
          <w:lang w:val="en"/>
        </w:rPr>
        <w:t>lipca</w:t>
      </w:r>
      <w:proofErr w:type="spellEnd"/>
      <w:r w:rsidR="0034617E">
        <w:rPr>
          <w:rFonts w:ascii="Cambria" w:hAnsi="Cambria" w:cstheme="majorHAnsi"/>
          <w:lang w:val="en"/>
        </w:rPr>
        <w:t xml:space="preserve"> </w:t>
      </w:r>
      <w:r w:rsidRPr="00EA239D">
        <w:rPr>
          <w:rFonts w:ascii="Cambria" w:hAnsi="Cambria" w:cstheme="majorHAnsi"/>
          <w:lang w:val="en"/>
        </w:rPr>
        <w:t>202</w:t>
      </w:r>
      <w:r w:rsidR="003B362A" w:rsidRPr="00EA239D">
        <w:rPr>
          <w:rFonts w:ascii="Cambria" w:hAnsi="Cambria" w:cstheme="majorHAnsi"/>
          <w:lang w:val="en"/>
        </w:rPr>
        <w:t>5</w:t>
      </w:r>
      <w:r w:rsidRPr="00EA239D">
        <w:rPr>
          <w:rFonts w:ascii="Cambria" w:hAnsi="Cambria" w:cstheme="majorHAnsi"/>
          <w:lang w:val="en"/>
        </w:rPr>
        <w:t xml:space="preserve"> r.</w:t>
      </w:r>
    </w:p>
    <w:p w14:paraId="12B78711" w14:textId="6F72E3DF" w:rsidR="00D619CE" w:rsidRPr="00EA239D" w:rsidRDefault="003B362A" w:rsidP="001E5EB6">
      <w:pPr>
        <w:rPr>
          <w:rFonts w:ascii="Cambria" w:hAnsi="Cambria" w:cstheme="majorHAnsi"/>
          <w:lang w:val="en"/>
        </w:rPr>
      </w:pPr>
      <w:r w:rsidRPr="00EA239D">
        <w:rPr>
          <w:rFonts w:ascii="Cambria" w:hAnsi="Cambria" w:cstheme="majorHAnsi"/>
          <w:lang w:val="en"/>
        </w:rPr>
        <w:t>Znak sprawy</w:t>
      </w:r>
      <w:r w:rsidR="00EF3E6B" w:rsidRPr="00EA239D">
        <w:rPr>
          <w:rFonts w:ascii="Cambria" w:hAnsi="Cambria" w:cstheme="majorHAnsi"/>
          <w:lang w:val="en"/>
        </w:rPr>
        <w:t>: ZP.271.2.</w:t>
      </w:r>
      <w:r w:rsidR="00212087">
        <w:rPr>
          <w:rFonts w:ascii="Cambria" w:hAnsi="Cambria" w:cstheme="majorHAnsi"/>
          <w:lang w:val="en"/>
        </w:rPr>
        <w:t>35</w:t>
      </w:r>
      <w:r w:rsidR="00EF3E6B" w:rsidRPr="00EA239D">
        <w:rPr>
          <w:rFonts w:ascii="Cambria" w:hAnsi="Cambria" w:cstheme="majorHAnsi"/>
          <w:lang w:val="en"/>
        </w:rPr>
        <w:t>.202</w:t>
      </w:r>
      <w:r w:rsidR="00590377">
        <w:rPr>
          <w:rFonts w:ascii="Cambria" w:hAnsi="Cambria" w:cstheme="majorHAnsi"/>
          <w:lang w:val="en"/>
        </w:rPr>
        <w:t>5</w:t>
      </w:r>
    </w:p>
    <w:p w14:paraId="1692A09A" w14:textId="77777777" w:rsidR="00E166FF" w:rsidRDefault="00E166FF" w:rsidP="002F7DC3">
      <w:pPr>
        <w:jc w:val="both"/>
        <w:rPr>
          <w:rFonts w:ascii="Cambria" w:hAnsi="Cambria" w:cstheme="majorHAnsi"/>
        </w:rPr>
      </w:pPr>
    </w:p>
    <w:p w14:paraId="2193344F" w14:textId="77777777" w:rsidR="0034617E" w:rsidRPr="00EA239D" w:rsidRDefault="0034617E" w:rsidP="002F7DC3">
      <w:pPr>
        <w:jc w:val="both"/>
        <w:rPr>
          <w:rFonts w:ascii="Cambria" w:hAnsi="Cambria" w:cstheme="majorHAnsi"/>
        </w:rPr>
      </w:pPr>
    </w:p>
    <w:p w14:paraId="1227F164" w14:textId="735F4A47" w:rsidR="00E166FF" w:rsidRPr="00EA239D" w:rsidRDefault="000A5FDC" w:rsidP="00F00141">
      <w:pPr>
        <w:spacing w:after="0" w:line="240" w:lineRule="auto"/>
        <w:ind w:left="1416" w:firstLine="708"/>
        <w:jc w:val="both"/>
        <w:rPr>
          <w:rFonts w:ascii="Cambria" w:hAnsi="Cambria" w:cstheme="majorHAnsi"/>
          <w:b/>
          <w:i/>
        </w:rPr>
      </w:pPr>
      <w:r>
        <w:rPr>
          <w:rFonts w:ascii="Cambria" w:hAnsi="Cambria" w:cstheme="majorHAnsi"/>
          <w:b/>
          <w:i/>
        </w:rPr>
        <w:t>I</w:t>
      </w:r>
      <w:r w:rsidR="002D745F" w:rsidRPr="00EA239D">
        <w:rPr>
          <w:rFonts w:ascii="Cambria" w:hAnsi="Cambria" w:cstheme="majorHAnsi"/>
          <w:b/>
          <w:i/>
        </w:rPr>
        <w:t xml:space="preserve">nformacja o </w:t>
      </w:r>
      <w:r w:rsidR="00590377">
        <w:rPr>
          <w:rFonts w:ascii="Cambria" w:hAnsi="Cambria" w:cstheme="majorHAnsi"/>
          <w:b/>
          <w:i/>
        </w:rPr>
        <w:t>wyborze najkorzystniejszej oferty</w:t>
      </w:r>
    </w:p>
    <w:p w14:paraId="21643AB5" w14:textId="77777777" w:rsidR="00E166FF" w:rsidRPr="00EA239D" w:rsidRDefault="00E166FF" w:rsidP="00E166FF">
      <w:pPr>
        <w:spacing w:after="0" w:line="240" w:lineRule="auto"/>
        <w:jc w:val="both"/>
        <w:rPr>
          <w:rFonts w:ascii="Cambria" w:hAnsi="Cambria" w:cstheme="majorHAnsi"/>
          <w:bCs/>
          <w:i/>
        </w:rPr>
      </w:pPr>
      <w:r w:rsidRPr="00EA239D">
        <w:rPr>
          <w:rFonts w:ascii="Cambria" w:hAnsi="Cambria" w:cstheme="majorHAnsi"/>
          <w:b/>
          <w:i/>
        </w:rPr>
        <w:tab/>
      </w:r>
    </w:p>
    <w:p w14:paraId="2260FCD7" w14:textId="77777777" w:rsidR="00A777A5" w:rsidRDefault="00A777A5" w:rsidP="00A777A5">
      <w:pPr>
        <w:autoSpaceDE w:val="0"/>
        <w:autoSpaceDN w:val="0"/>
        <w:adjustRightInd w:val="0"/>
        <w:spacing w:after="0" w:line="240" w:lineRule="auto"/>
        <w:rPr>
          <w:rFonts w:ascii="Cambria" w:hAnsi="Cambria" w:cstheme="majorHAnsi"/>
          <w:bCs/>
          <w:sz w:val="24"/>
          <w:szCs w:val="24"/>
        </w:rPr>
      </w:pPr>
    </w:p>
    <w:p w14:paraId="3B1F208C" w14:textId="77777777" w:rsidR="00212087" w:rsidRDefault="00E166FF" w:rsidP="00212087">
      <w:pPr>
        <w:pStyle w:val="NormalnyWeb"/>
        <w:widowControl w:val="0"/>
        <w:shd w:val="clear" w:color="auto" w:fill="FFFFFF"/>
        <w:tabs>
          <w:tab w:val="left" w:pos="426"/>
        </w:tabs>
        <w:spacing w:after="0"/>
        <w:jc w:val="both"/>
        <w:rPr>
          <w:rFonts w:ascii="Calibri" w:hAnsi="Calibri" w:cs="Calibri"/>
        </w:rPr>
      </w:pPr>
      <w:r w:rsidRPr="00A777A5">
        <w:rPr>
          <w:rFonts w:ascii="Cambria" w:hAnsi="Cambria" w:cstheme="majorHAnsi"/>
          <w:bCs/>
        </w:rPr>
        <w:t xml:space="preserve">Zamawiający, Gmina Końskowola z siedzibą w Końskowoli, </w:t>
      </w:r>
      <w:r w:rsidR="002D745F" w:rsidRPr="00A777A5">
        <w:rPr>
          <w:rFonts w:ascii="Cambria" w:hAnsi="Cambria" w:cstheme="majorHAnsi"/>
          <w:bCs/>
        </w:rPr>
        <w:t xml:space="preserve">informuje o </w:t>
      </w:r>
      <w:r w:rsidR="00590377" w:rsidRPr="00A777A5">
        <w:rPr>
          <w:rFonts w:ascii="Cambria" w:hAnsi="Cambria" w:cstheme="majorHAnsi"/>
          <w:bCs/>
        </w:rPr>
        <w:t xml:space="preserve">wyborze najkorzystniejszej oferty w </w:t>
      </w:r>
      <w:r w:rsidR="00590377" w:rsidRPr="00212087">
        <w:rPr>
          <w:rFonts w:ascii="Cambria" w:hAnsi="Cambria" w:cstheme="majorHAnsi"/>
          <w:bCs/>
        </w:rPr>
        <w:t xml:space="preserve">postępowaniu </w:t>
      </w:r>
      <w:r w:rsidR="002D31FF" w:rsidRPr="00212087">
        <w:rPr>
          <w:rFonts w:ascii="Cambria" w:hAnsi="Cambria" w:cstheme="majorHAnsi"/>
          <w:bCs/>
        </w:rPr>
        <w:t>pn</w:t>
      </w:r>
      <w:r w:rsidR="00212087" w:rsidRPr="00212087">
        <w:rPr>
          <w:rFonts w:ascii="Cambria" w:hAnsi="Cambria" w:cstheme="majorHAnsi"/>
          <w:bCs/>
        </w:rPr>
        <w:t xml:space="preserve">. </w:t>
      </w:r>
      <w:r w:rsidR="00212087" w:rsidRPr="00212087">
        <w:rPr>
          <w:rFonts w:ascii="Cambria" w:hAnsi="Cambria" w:cs="Calibri"/>
        </w:rPr>
        <w:t>„Wykonanie nagrobków mogiły nieznanych żołnierzy na cmentarzu parafialnym w Końskowoli”</w:t>
      </w:r>
      <w:r w:rsidR="00212087">
        <w:rPr>
          <w:rFonts w:ascii="Calibri" w:hAnsi="Calibri" w:cs="Calibri"/>
        </w:rPr>
        <w:t xml:space="preserve">  </w:t>
      </w:r>
    </w:p>
    <w:p w14:paraId="32E440BE" w14:textId="34307A05" w:rsidR="00A777A5" w:rsidRPr="00A777A5" w:rsidRDefault="00A777A5" w:rsidP="00A777A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ambria" w:hAnsi="Cambria" w:cs="Calibri Light"/>
          <w:sz w:val="24"/>
          <w:szCs w:val="24"/>
          <w:u w:val="single"/>
          <w:lang w:eastAsia="pl-PL"/>
        </w:rPr>
      </w:pPr>
    </w:p>
    <w:p w14:paraId="7607EEA0" w14:textId="77777777" w:rsidR="0034617E" w:rsidRDefault="0034617E" w:rsidP="00A777A5">
      <w:pPr>
        <w:pStyle w:val="NormalnyWeb"/>
        <w:widowControl w:val="0"/>
        <w:shd w:val="clear" w:color="auto" w:fill="FFFFFF"/>
        <w:tabs>
          <w:tab w:val="left" w:pos="426"/>
        </w:tabs>
        <w:spacing w:after="0"/>
        <w:jc w:val="both"/>
        <w:rPr>
          <w:rFonts w:ascii="Cambria" w:hAnsi="Cambria"/>
          <w:b/>
          <w:bCs/>
          <w:spacing w:val="-2"/>
        </w:rPr>
      </w:pPr>
    </w:p>
    <w:p w14:paraId="1F2B466F" w14:textId="5044AF5A" w:rsidR="00590377" w:rsidRDefault="00590377" w:rsidP="00A777A5">
      <w:pPr>
        <w:pStyle w:val="NormalnyWeb"/>
        <w:widowControl w:val="0"/>
        <w:shd w:val="clear" w:color="auto" w:fill="FFFFFF"/>
        <w:tabs>
          <w:tab w:val="left" w:pos="426"/>
        </w:tabs>
        <w:spacing w:after="0"/>
        <w:jc w:val="both"/>
        <w:rPr>
          <w:rFonts w:ascii="Cambria" w:hAnsi="Cambria"/>
          <w:spacing w:val="-2"/>
        </w:rPr>
      </w:pPr>
      <w:r w:rsidRPr="00A777A5">
        <w:rPr>
          <w:rFonts w:ascii="Cambria" w:hAnsi="Cambria"/>
          <w:b/>
          <w:bCs/>
          <w:spacing w:val="-2"/>
        </w:rPr>
        <w:t>Najkorzystniejszą ofertą</w:t>
      </w:r>
      <w:r w:rsidRPr="00A777A5">
        <w:rPr>
          <w:rFonts w:ascii="Cambria" w:hAnsi="Cambria"/>
          <w:spacing w:val="-2"/>
        </w:rPr>
        <w:t xml:space="preserve"> pod względem kryterium określonym w zapytaniu ofertowym (cena- 100%) jest </w:t>
      </w:r>
      <w:r w:rsidRPr="00A777A5">
        <w:rPr>
          <w:rFonts w:ascii="Cambria" w:hAnsi="Cambria"/>
          <w:b/>
          <w:bCs/>
          <w:spacing w:val="-2"/>
        </w:rPr>
        <w:t xml:space="preserve">oferta nr </w:t>
      </w:r>
      <w:r w:rsidR="00A777A5">
        <w:rPr>
          <w:rFonts w:ascii="Cambria" w:hAnsi="Cambria"/>
          <w:b/>
          <w:bCs/>
          <w:spacing w:val="-2"/>
        </w:rPr>
        <w:t>1</w:t>
      </w:r>
      <w:r w:rsidRPr="00A777A5">
        <w:rPr>
          <w:rFonts w:ascii="Cambria" w:hAnsi="Cambria"/>
          <w:b/>
          <w:bCs/>
          <w:spacing w:val="-2"/>
        </w:rPr>
        <w:t>,</w:t>
      </w:r>
      <w:r w:rsidRPr="00A777A5">
        <w:rPr>
          <w:rFonts w:ascii="Cambria" w:hAnsi="Cambria"/>
          <w:spacing w:val="-2"/>
        </w:rPr>
        <w:t xml:space="preserve"> złożona przez Wykonawcę:</w:t>
      </w:r>
    </w:p>
    <w:p w14:paraId="75FF56CC" w14:textId="29DF47DF" w:rsidR="00590377" w:rsidRDefault="00212087" w:rsidP="00212087">
      <w:pPr>
        <w:pStyle w:val="Tekst"/>
        <w:spacing w:after="0"/>
        <w:jc w:val="both"/>
        <w:rPr>
          <w:rFonts w:ascii="Cambria" w:hAnsi="Cambria"/>
          <w:spacing w:val="-2"/>
        </w:rPr>
      </w:pPr>
      <w:r>
        <w:rPr>
          <w:rFonts w:ascii="Cambria" w:hAnsi="Cambria" w:cs="Arial"/>
        </w:rPr>
        <w:t>E</w:t>
      </w:r>
      <w:r>
        <w:rPr>
          <w:rFonts w:ascii="Cambria" w:hAnsi="Cambria" w:cs="Arial"/>
        </w:rPr>
        <w:t>&amp;K Budownictwo sp. z o.o.</w:t>
      </w:r>
      <w:r>
        <w:rPr>
          <w:rFonts w:ascii="Cambria" w:hAnsi="Cambria" w:cs="Arial"/>
        </w:rPr>
        <w:t>, u</w:t>
      </w:r>
      <w:r>
        <w:rPr>
          <w:rFonts w:ascii="Cambria" w:hAnsi="Cambria" w:cs="Arial"/>
        </w:rPr>
        <w:t>l. Różana 5</w:t>
      </w:r>
      <w:r>
        <w:rPr>
          <w:rFonts w:ascii="Cambria" w:hAnsi="Cambria" w:cs="Arial"/>
        </w:rPr>
        <w:t xml:space="preserve">, </w:t>
      </w:r>
      <w:r>
        <w:rPr>
          <w:rFonts w:ascii="Cambria" w:hAnsi="Cambria" w:cs="Arial"/>
        </w:rPr>
        <w:t>24-320 Po</w:t>
      </w:r>
      <w:r>
        <w:rPr>
          <w:rFonts w:ascii="Cambria" w:hAnsi="Cambria" w:cs="Arial"/>
        </w:rPr>
        <w:t>n</w:t>
      </w:r>
      <w:r>
        <w:rPr>
          <w:rFonts w:ascii="Cambria" w:hAnsi="Cambria" w:cs="Arial"/>
        </w:rPr>
        <w:t>iatowa</w:t>
      </w:r>
      <w:r w:rsidR="000A5FDC" w:rsidRPr="00A777A5">
        <w:rPr>
          <w:rFonts w:ascii="Cambria" w:hAnsi="Cambria"/>
        </w:rPr>
        <w:t>,</w:t>
      </w:r>
      <w:r w:rsidR="00ED21A6" w:rsidRPr="00A777A5">
        <w:rPr>
          <w:rFonts w:ascii="Cambria" w:hAnsi="Cambria"/>
          <w:spacing w:val="-2"/>
        </w:rPr>
        <w:t xml:space="preserve"> </w:t>
      </w:r>
      <w:r w:rsidR="00590377" w:rsidRPr="00A777A5">
        <w:rPr>
          <w:rFonts w:ascii="Cambria" w:hAnsi="Cambria"/>
          <w:spacing w:val="-2"/>
        </w:rPr>
        <w:t>która otrzymała 100,00 pkt.</w:t>
      </w:r>
    </w:p>
    <w:p w14:paraId="065E5772" w14:textId="77777777" w:rsidR="00212087" w:rsidRPr="00212087" w:rsidRDefault="00212087" w:rsidP="00212087">
      <w:pPr>
        <w:pStyle w:val="Tekst"/>
        <w:spacing w:after="0"/>
        <w:jc w:val="both"/>
        <w:rPr>
          <w:rFonts w:ascii="Cambria" w:hAnsi="Cambria" w:cs="Arial"/>
        </w:rPr>
      </w:pPr>
    </w:p>
    <w:p w14:paraId="5FB1B915" w14:textId="77777777" w:rsidR="00590377" w:rsidRPr="00A777A5" w:rsidRDefault="00590377" w:rsidP="00590377">
      <w:pPr>
        <w:spacing w:line="300" w:lineRule="exact"/>
        <w:jc w:val="both"/>
        <w:rPr>
          <w:rFonts w:ascii="Cambria" w:hAnsi="Cambria"/>
          <w:b/>
          <w:spacing w:val="-2"/>
          <w:sz w:val="24"/>
          <w:szCs w:val="24"/>
        </w:rPr>
      </w:pPr>
      <w:r w:rsidRPr="00A777A5">
        <w:rPr>
          <w:rFonts w:ascii="Cambria" w:hAnsi="Cambria"/>
          <w:b/>
          <w:spacing w:val="-2"/>
          <w:sz w:val="24"/>
          <w:szCs w:val="24"/>
          <w:u w:val="single"/>
        </w:rPr>
        <w:t>Odnośnie pozostałych Wykonawców biorących udział w postępowaniu</w:t>
      </w:r>
      <w:r w:rsidRPr="00A777A5">
        <w:rPr>
          <w:rFonts w:ascii="Cambria" w:hAnsi="Cambria"/>
          <w:b/>
          <w:spacing w:val="-2"/>
          <w:sz w:val="24"/>
          <w:szCs w:val="24"/>
        </w:rPr>
        <w:t>:</w:t>
      </w:r>
    </w:p>
    <w:p w14:paraId="78A586E9" w14:textId="77777777" w:rsidR="00212087" w:rsidRDefault="0034617E" w:rsidP="00590377">
      <w:pPr>
        <w:spacing w:after="120" w:line="300" w:lineRule="exact"/>
        <w:jc w:val="both"/>
        <w:rPr>
          <w:rFonts w:ascii="Cambria" w:hAnsi="Cambria"/>
          <w:bCs/>
          <w:sz w:val="24"/>
          <w:szCs w:val="24"/>
        </w:rPr>
      </w:pPr>
      <w:r>
        <w:rPr>
          <w:rFonts w:ascii="Cambria" w:hAnsi="Cambria"/>
          <w:bCs/>
          <w:sz w:val="24"/>
          <w:szCs w:val="24"/>
        </w:rPr>
        <w:t xml:space="preserve">Oferta złożona przez: </w:t>
      </w:r>
    </w:p>
    <w:p w14:paraId="3608071E" w14:textId="1AA38C19" w:rsidR="00ED21A6" w:rsidRDefault="00212087" w:rsidP="00212087">
      <w:pPr>
        <w:pStyle w:val="Tekst"/>
        <w:spacing w:after="0"/>
        <w:jc w:val="both"/>
        <w:rPr>
          <w:rFonts w:ascii="Cambria" w:hAnsi="Cambria"/>
          <w:bCs/>
        </w:rPr>
      </w:pPr>
      <w:r>
        <w:rPr>
          <w:rFonts w:ascii="Cambria" w:hAnsi="Cambria" w:cs="Arial"/>
        </w:rPr>
        <w:t>Szyndler Piotr Szyndler,</w:t>
      </w:r>
      <w:r>
        <w:rPr>
          <w:rFonts w:ascii="Cambria" w:hAnsi="Cambria" w:cs="Arial"/>
        </w:rPr>
        <w:t xml:space="preserve"> </w:t>
      </w:r>
      <w:r>
        <w:rPr>
          <w:rFonts w:ascii="Cambria" w:hAnsi="Cambria" w:cs="Arial"/>
        </w:rPr>
        <w:t>ul. Gospodarcza 74</w:t>
      </w:r>
      <w:r>
        <w:rPr>
          <w:rFonts w:ascii="Cambria" w:hAnsi="Cambria" w:cs="Arial"/>
        </w:rPr>
        <w:t xml:space="preserve"> </w:t>
      </w:r>
      <w:r>
        <w:rPr>
          <w:rFonts w:ascii="Cambria" w:hAnsi="Cambria" w:cs="Arial"/>
        </w:rPr>
        <w:t>21-040 Świdnik</w:t>
      </w:r>
      <w:r w:rsidR="0034617E">
        <w:rPr>
          <w:rFonts w:ascii="Cambria" w:hAnsi="Cambria"/>
          <w:bCs/>
        </w:rPr>
        <w:t xml:space="preserve">, która otrzymała </w:t>
      </w:r>
      <w:r>
        <w:rPr>
          <w:rFonts w:ascii="Cambria" w:hAnsi="Cambria"/>
          <w:bCs/>
        </w:rPr>
        <w:t>52,61</w:t>
      </w:r>
      <w:r w:rsidR="0034617E">
        <w:rPr>
          <w:rFonts w:ascii="Cambria" w:hAnsi="Cambria"/>
          <w:bCs/>
        </w:rPr>
        <w:t xml:space="preserve"> pkt.</w:t>
      </w:r>
    </w:p>
    <w:p w14:paraId="7DC40182" w14:textId="77777777" w:rsidR="00212087" w:rsidRDefault="00212087" w:rsidP="00212087">
      <w:pPr>
        <w:pStyle w:val="Tekst"/>
        <w:spacing w:after="0"/>
        <w:jc w:val="both"/>
        <w:rPr>
          <w:rFonts w:ascii="Cambria" w:hAnsi="Cambria" w:cs="Arial"/>
        </w:rPr>
      </w:pPr>
    </w:p>
    <w:p w14:paraId="0AC1106B" w14:textId="1FF8171C" w:rsidR="00212087" w:rsidRPr="00212087" w:rsidRDefault="00212087" w:rsidP="00212087">
      <w:pPr>
        <w:pStyle w:val="Tekst"/>
        <w:spacing w:after="0"/>
        <w:jc w:val="both"/>
        <w:rPr>
          <w:rFonts w:ascii="Cambria" w:hAnsi="Cambria" w:cs="Arial"/>
        </w:rPr>
      </w:pPr>
      <w:proofErr w:type="spellStart"/>
      <w:r>
        <w:rPr>
          <w:rFonts w:ascii="Cambria" w:hAnsi="Cambria" w:cs="Arial"/>
        </w:rPr>
        <w:t>Forant</w:t>
      </w:r>
      <w:proofErr w:type="spellEnd"/>
      <w:r>
        <w:rPr>
          <w:rFonts w:ascii="Cambria" w:hAnsi="Cambria" w:cs="Arial"/>
        </w:rPr>
        <w:t xml:space="preserve"> Sp. z o.o.,</w:t>
      </w:r>
      <w:r>
        <w:rPr>
          <w:rFonts w:ascii="Cambria" w:hAnsi="Cambria" w:cs="Arial"/>
        </w:rPr>
        <w:t xml:space="preserve"> ul. </w:t>
      </w:r>
      <w:r>
        <w:rPr>
          <w:rFonts w:ascii="Cambria" w:hAnsi="Cambria" w:cs="Arial"/>
        </w:rPr>
        <w:t>Związkowa 26</w:t>
      </w:r>
      <w:r>
        <w:rPr>
          <w:rFonts w:ascii="Cambria" w:hAnsi="Cambria" w:cs="Arial"/>
        </w:rPr>
        <w:t xml:space="preserve"> </w:t>
      </w:r>
      <w:r>
        <w:rPr>
          <w:rFonts w:ascii="Cambria" w:hAnsi="Cambria" w:cs="Arial"/>
        </w:rPr>
        <w:t>20-148 Lublin</w:t>
      </w:r>
      <w:r>
        <w:rPr>
          <w:rFonts w:ascii="Cambria" w:hAnsi="Cambria" w:cs="Arial"/>
        </w:rPr>
        <w:t xml:space="preserve">, </w:t>
      </w:r>
      <w:r>
        <w:rPr>
          <w:rFonts w:ascii="Cambria" w:hAnsi="Cambria"/>
          <w:bCs/>
        </w:rPr>
        <w:t xml:space="preserve">która otrzymała </w:t>
      </w:r>
      <w:r>
        <w:rPr>
          <w:rFonts w:ascii="Cambria" w:hAnsi="Cambria"/>
          <w:bCs/>
        </w:rPr>
        <w:t xml:space="preserve">75,85 </w:t>
      </w:r>
      <w:r>
        <w:rPr>
          <w:rFonts w:ascii="Cambria" w:hAnsi="Cambria"/>
          <w:bCs/>
        </w:rPr>
        <w:t>pkt.</w:t>
      </w:r>
    </w:p>
    <w:p w14:paraId="2F782C7A" w14:textId="77777777" w:rsidR="0011300A" w:rsidRDefault="0011300A" w:rsidP="00590377">
      <w:pPr>
        <w:spacing w:after="120" w:line="300" w:lineRule="exact"/>
        <w:jc w:val="both"/>
        <w:rPr>
          <w:rFonts w:ascii="Cambria" w:hAnsi="Cambria"/>
          <w:bCs/>
        </w:rPr>
      </w:pPr>
    </w:p>
    <w:p w14:paraId="302C530D" w14:textId="77777777" w:rsidR="000A5FDC" w:rsidRPr="000A5FDC" w:rsidRDefault="000A5FDC" w:rsidP="00590377">
      <w:pPr>
        <w:spacing w:after="120" w:line="300" w:lineRule="exact"/>
        <w:jc w:val="both"/>
        <w:rPr>
          <w:rFonts w:ascii="Cambria" w:hAnsi="Cambria"/>
          <w:bCs/>
        </w:rPr>
      </w:pPr>
    </w:p>
    <w:p w14:paraId="7FABED1B" w14:textId="0661C1B9" w:rsidR="00D619CE" w:rsidRPr="000A5FDC" w:rsidRDefault="00590377" w:rsidP="002F7DC3">
      <w:pPr>
        <w:spacing w:after="120" w:line="300" w:lineRule="exact"/>
        <w:jc w:val="both"/>
        <w:rPr>
          <w:rFonts w:ascii="Cambria" w:hAnsi="Cambria"/>
          <w:spacing w:val="-2"/>
        </w:rPr>
      </w:pPr>
      <w:r w:rsidRPr="000A5FDC">
        <w:rPr>
          <w:rFonts w:ascii="Cambria" w:hAnsi="Cambria"/>
          <w:bCs/>
        </w:rPr>
        <w:t>W</w:t>
      </w:r>
      <w:r w:rsidRPr="000A5FDC">
        <w:rPr>
          <w:rFonts w:ascii="Cambria" w:hAnsi="Cambria"/>
        </w:rPr>
        <w:t xml:space="preserve"> celu podpisania umowy proszę o kontakt z Pan</w:t>
      </w:r>
      <w:r w:rsidR="00212087">
        <w:rPr>
          <w:rFonts w:ascii="Cambria" w:hAnsi="Cambria"/>
        </w:rPr>
        <w:t>ią Bernadetą Kupczyk</w:t>
      </w:r>
      <w:r w:rsidR="0034617E">
        <w:rPr>
          <w:rFonts w:ascii="Cambria" w:hAnsi="Cambria"/>
        </w:rPr>
        <w:t xml:space="preserve">, </w:t>
      </w:r>
      <w:r w:rsidRPr="000A5FDC">
        <w:rPr>
          <w:rFonts w:ascii="Cambria" w:hAnsi="Cambria"/>
        </w:rPr>
        <w:t xml:space="preserve">e-mail: </w:t>
      </w:r>
      <w:r w:rsidR="00212087">
        <w:rPr>
          <w:rFonts w:ascii="Cambria" w:hAnsi="Cambria"/>
          <w:b/>
          <w:color w:val="365F91"/>
          <w:u w:val="single"/>
        </w:rPr>
        <w:t>bkupczyk</w:t>
      </w:r>
      <w:r w:rsidRPr="000A5FDC">
        <w:rPr>
          <w:rFonts w:ascii="Cambria" w:hAnsi="Cambria"/>
          <w:b/>
          <w:color w:val="365F91"/>
          <w:u w:val="single"/>
        </w:rPr>
        <w:t>@konskowola.info.pl</w:t>
      </w:r>
      <w:r w:rsidRPr="000A5FDC">
        <w:rPr>
          <w:rFonts w:ascii="Cambria" w:hAnsi="Cambria"/>
        </w:rPr>
        <w:t xml:space="preserve"> lub pod numerem telefonu (81) 881 62 01 wew. 12</w:t>
      </w:r>
      <w:r w:rsidR="00212087">
        <w:rPr>
          <w:rFonts w:ascii="Cambria" w:hAnsi="Cambria"/>
        </w:rPr>
        <w:t>2</w:t>
      </w:r>
      <w:r w:rsidRPr="000A5FDC">
        <w:rPr>
          <w:rFonts w:ascii="Cambria" w:hAnsi="Cambria"/>
        </w:rPr>
        <w:t>.</w:t>
      </w:r>
    </w:p>
    <w:sectPr w:rsidR="00D619CE" w:rsidRPr="000A5FDC" w:rsidSect="00F46C8E">
      <w:headerReference w:type="default" r:id="rId7"/>
      <w:footerReference w:type="default" r:id="rId8"/>
      <w:pgSz w:w="11906" w:h="16838"/>
      <w:pgMar w:top="2552" w:right="1418" w:bottom="2835" w:left="136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F78A3F" w14:textId="77777777" w:rsidR="00B95B0F" w:rsidRDefault="00B95B0F" w:rsidP="00F172A4">
      <w:pPr>
        <w:spacing w:after="0" w:line="240" w:lineRule="auto"/>
      </w:pPr>
      <w:r>
        <w:separator/>
      </w:r>
    </w:p>
  </w:endnote>
  <w:endnote w:type="continuationSeparator" w:id="0">
    <w:p w14:paraId="66E4F16F" w14:textId="77777777" w:rsidR="00B95B0F" w:rsidRDefault="00B95B0F" w:rsidP="00F172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dria Slab">
    <w:altName w:val="Calibri"/>
    <w:panose1 w:val="00000000000000000000"/>
    <w:charset w:val="00"/>
    <w:family w:val="modern"/>
    <w:notTrueType/>
    <w:pitch w:val="variable"/>
    <w:sig w:usb0="00000087" w:usb1="02000001" w:usb2="00000000" w:usb3="00000000" w:csb0="0000009B" w:csb1="00000000"/>
  </w:font>
  <w:font w:name="Adria Slab Light">
    <w:altName w:val="Calibri"/>
    <w:panose1 w:val="00000000000000000000"/>
    <w:charset w:val="00"/>
    <w:family w:val="modern"/>
    <w:notTrueType/>
    <w:pitch w:val="variable"/>
    <w:sig w:usb0="00000087" w:usb1="02000001" w:usb2="00000000" w:usb3="00000000" w:csb0="0000009B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ECA0F7" w14:textId="3E6A338E" w:rsidR="005C4457" w:rsidRDefault="00187E41">
    <w:pPr>
      <w:pStyle w:val="Stopka"/>
    </w:pPr>
    <w:r>
      <w:rPr>
        <w:noProof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0B48AA4D" wp14:editId="7DEB5938">
              <wp:simplePos x="0" y="0"/>
              <wp:positionH relativeFrom="column">
                <wp:posOffset>-120770</wp:posOffset>
              </wp:positionH>
              <wp:positionV relativeFrom="paragraph">
                <wp:posOffset>-1009015</wp:posOffset>
              </wp:positionV>
              <wp:extent cx="1763395" cy="1353787"/>
              <wp:effectExtent l="0" t="0" r="8255" b="0"/>
              <wp:wrapNone/>
              <wp:docPr id="348694461" name="Grupa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763395" cy="1353787"/>
                        <a:chOff x="0" y="0"/>
                        <a:chExt cx="1763395" cy="1353787"/>
                      </a:xfrm>
                    </wpg:grpSpPr>
                    <wps:wsp>
                      <wps:cNvPr id="1208742399" name="Pole tekstowe 2"/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63395" cy="135378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B0526D0" w14:textId="77777777" w:rsidR="00187E41" w:rsidRPr="00BB17A8" w:rsidRDefault="00187E41" w:rsidP="00187E41">
                            <w:pPr>
                              <w:spacing w:after="0"/>
                              <w:rPr>
                                <w:rFonts w:ascii="Adria Slab" w:hAnsi="Adria Slab"/>
                                <w:color w:val="0A7C40"/>
                                <w:sz w:val="20"/>
                                <w:szCs w:val="20"/>
                              </w:rPr>
                            </w:pPr>
                            <w:r w:rsidRPr="00BB17A8">
                              <w:rPr>
                                <w:rFonts w:ascii="Adria Slab" w:hAnsi="Adria Slab"/>
                                <w:color w:val="0A7C40"/>
                                <w:sz w:val="20"/>
                                <w:szCs w:val="20"/>
                              </w:rPr>
                              <w:t>Urząd Miasta Końskowola</w:t>
                            </w:r>
                          </w:p>
                          <w:p w14:paraId="0FAEF5F2" w14:textId="77777777" w:rsidR="00187E41" w:rsidRPr="00BB17A8" w:rsidRDefault="00187E41" w:rsidP="00187E41">
                            <w:pPr>
                              <w:spacing w:after="0"/>
                              <w:rPr>
                                <w:rFonts w:ascii="Adria Slab Light" w:hAnsi="Adria Slab Light"/>
                                <w:color w:val="767171" w:themeColor="background2" w:themeShade="80"/>
                                <w:sz w:val="14"/>
                                <w:szCs w:val="14"/>
                              </w:rPr>
                            </w:pPr>
                            <w:r w:rsidRPr="00BB17A8">
                              <w:rPr>
                                <w:rFonts w:ascii="Adria Slab Light" w:hAnsi="Adria Slab Light"/>
                                <w:color w:val="767171" w:themeColor="background2" w:themeShade="80"/>
                                <w:sz w:val="14"/>
                                <w:szCs w:val="14"/>
                              </w:rPr>
                              <w:t xml:space="preserve">ul. </w:t>
                            </w:r>
                            <w:proofErr w:type="spellStart"/>
                            <w:r w:rsidRPr="00BB17A8">
                              <w:rPr>
                                <w:rFonts w:ascii="Adria Slab Light" w:hAnsi="Adria Slab Light"/>
                                <w:color w:val="767171" w:themeColor="background2" w:themeShade="80"/>
                                <w:sz w:val="14"/>
                                <w:szCs w:val="14"/>
                              </w:rPr>
                              <w:t>Pożowska</w:t>
                            </w:r>
                            <w:proofErr w:type="spellEnd"/>
                            <w:r w:rsidRPr="00BB17A8">
                              <w:rPr>
                                <w:rFonts w:ascii="Adria Slab Light" w:hAnsi="Adria Slab Light"/>
                                <w:color w:val="767171" w:themeColor="background2" w:themeShade="80"/>
                                <w:sz w:val="14"/>
                                <w:szCs w:val="14"/>
                              </w:rPr>
                              <w:t xml:space="preserve"> 3A</w:t>
                            </w:r>
                          </w:p>
                          <w:p w14:paraId="461E0C78" w14:textId="77777777" w:rsidR="00187E41" w:rsidRPr="00BB17A8" w:rsidRDefault="00187E41" w:rsidP="00187E41">
                            <w:pPr>
                              <w:spacing w:after="0"/>
                              <w:rPr>
                                <w:rFonts w:ascii="Adria Slab Light" w:hAnsi="Adria Slab Light"/>
                                <w:color w:val="767171" w:themeColor="background2" w:themeShade="80"/>
                                <w:sz w:val="14"/>
                                <w:szCs w:val="14"/>
                              </w:rPr>
                            </w:pPr>
                            <w:r w:rsidRPr="00BB17A8">
                              <w:rPr>
                                <w:rFonts w:ascii="Adria Slab Light" w:hAnsi="Adria Slab Light"/>
                                <w:color w:val="767171" w:themeColor="background2" w:themeShade="80"/>
                                <w:sz w:val="14"/>
                                <w:szCs w:val="14"/>
                              </w:rPr>
                              <w:t>24-130 Końskowola</w:t>
                            </w:r>
                          </w:p>
                          <w:p w14:paraId="09D14358" w14:textId="77777777" w:rsidR="00187E41" w:rsidRPr="00BB17A8" w:rsidRDefault="00187E41" w:rsidP="00187E41">
                            <w:pPr>
                              <w:spacing w:after="0"/>
                              <w:rPr>
                                <w:rFonts w:ascii="Adria Slab Light" w:hAnsi="Adria Slab Light"/>
                                <w:color w:val="767171" w:themeColor="background2" w:themeShade="80"/>
                                <w:sz w:val="14"/>
                                <w:szCs w:val="14"/>
                              </w:rPr>
                            </w:pPr>
                          </w:p>
                          <w:p w14:paraId="3C114216" w14:textId="77777777" w:rsidR="00187E41" w:rsidRPr="00BB17A8" w:rsidRDefault="00187E41" w:rsidP="00187E41">
                            <w:pPr>
                              <w:spacing w:after="0"/>
                              <w:rPr>
                                <w:rFonts w:ascii="Adria Slab Light" w:hAnsi="Adria Slab Light"/>
                                <w:color w:val="767171" w:themeColor="background2" w:themeShade="80"/>
                                <w:sz w:val="14"/>
                                <w:szCs w:val="14"/>
                              </w:rPr>
                            </w:pPr>
                            <w:r w:rsidRPr="00BB17A8">
                              <w:rPr>
                                <w:rFonts w:ascii="Adria Slab Light" w:hAnsi="Adria Slab Light"/>
                                <w:color w:val="767171" w:themeColor="background2" w:themeShade="80"/>
                                <w:sz w:val="14"/>
                                <w:szCs w:val="14"/>
                              </w:rPr>
                              <w:t>NIP 716-26-71-389</w:t>
                            </w:r>
                          </w:p>
                          <w:p w14:paraId="7D212BE4" w14:textId="77777777" w:rsidR="00187E41" w:rsidRPr="00BB17A8" w:rsidRDefault="00187E41" w:rsidP="00187E41">
                            <w:pPr>
                              <w:spacing w:after="0"/>
                              <w:rPr>
                                <w:rFonts w:ascii="Adria Slab Light" w:hAnsi="Adria Slab Light"/>
                                <w:color w:val="767171" w:themeColor="background2" w:themeShade="80"/>
                                <w:sz w:val="14"/>
                                <w:szCs w:val="14"/>
                              </w:rPr>
                            </w:pPr>
                            <w:r w:rsidRPr="00BB17A8">
                              <w:rPr>
                                <w:rFonts w:ascii="Adria Slab Light" w:hAnsi="Adria Slab Light"/>
                                <w:color w:val="767171" w:themeColor="background2" w:themeShade="80"/>
                                <w:sz w:val="14"/>
                                <w:szCs w:val="14"/>
                              </w:rPr>
                              <w:t>REGON 431019661</w:t>
                            </w:r>
                          </w:p>
                          <w:p w14:paraId="7C9DCB3A" w14:textId="77777777" w:rsidR="00187E41" w:rsidRPr="00BB17A8" w:rsidRDefault="00187E41" w:rsidP="00187E41">
                            <w:pPr>
                              <w:spacing w:after="0"/>
                              <w:rPr>
                                <w:rFonts w:ascii="Adria Slab Light" w:hAnsi="Adria Slab Light"/>
                                <w:color w:val="767171" w:themeColor="background2" w:themeShade="80"/>
                                <w:sz w:val="14"/>
                                <w:szCs w:val="14"/>
                              </w:rPr>
                            </w:pPr>
                          </w:p>
                          <w:p w14:paraId="4C8A6495" w14:textId="77777777" w:rsidR="00187E41" w:rsidRPr="00BB17A8" w:rsidRDefault="00187E41" w:rsidP="00187E41">
                            <w:pPr>
                              <w:spacing w:after="0"/>
                              <w:rPr>
                                <w:rFonts w:ascii="Adria Slab Light" w:hAnsi="Adria Slab Light"/>
                                <w:color w:val="767171" w:themeColor="background2" w:themeShade="80"/>
                                <w:sz w:val="14"/>
                                <w:szCs w:val="14"/>
                              </w:rPr>
                            </w:pPr>
                            <w:r w:rsidRPr="00BB17A8">
                              <w:rPr>
                                <w:rFonts w:ascii="Adria Slab Light" w:hAnsi="Adria Slab Light"/>
                                <w:color w:val="767171" w:themeColor="background2" w:themeShade="80"/>
                                <w:sz w:val="14"/>
                                <w:szCs w:val="14"/>
                              </w:rPr>
                              <w:t xml:space="preserve">     081</w:t>
                            </w:r>
                            <w:r w:rsidRPr="00BB17A8">
                              <w:rPr>
                                <w:rFonts w:cs="Calibri"/>
                                <w:color w:val="767171" w:themeColor="background2" w:themeShade="80"/>
                                <w:sz w:val="14"/>
                                <w:szCs w:val="14"/>
                              </w:rPr>
                              <w:t> </w:t>
                            </w:r>
                            <w:r w:rsidRPr="00BB17A8">
                              <w:rPr>
                                <w:rFonts w:ascii="Adria Slab Light" w:hAnsi="Adria Slab Light"/>
                                <w:color w:val="767171" w:themeColor="background2" w:themeShade="80"/>
                                <w:sz w:val="14"/>
                                <w:szCs w:val="14"/>
                              </w:rPr>
                              <w:t>881 62 01</w:t>
                            </w:r>
                          </w:p>
                          <w:p w14:paraId="74419359" w14:textId="3623E708" w:rsidR="00187E41" w:rsidRPr="00BB17A8" w:rsidRDefault="00187E41" w:rsidP="00187E41">
                            <w:pPr>
                              <w:spacing w:after="0"/>
                              <w:rPr>
                                <w:rFonts w:ascii="Adria Slab Light" w:hAnsi="Adria Slab Light"/>
                                <w:color w:val="767171" w:themeColor="background2" w:themeShade="80"/>
                                <w:sz w:val="14"/>
                                <w:szCs w:val="14"/>
                              </w:rPr>
                            </w:pPr>
                            <w:r w:rsidRPr="00BB17A8">
                              <w:rPr>
                                <w:rFonts w:ascii="Adria Slab Light" w:hAnsi="Adria Slab Light"/>
                                <w:color w:val="767171" w:themeColor="background2" w:themeShade="80"/>
                                <w:sz w:val="14"/>
                                <w:szCs w:val="14"/>
                              </w:rPr>
                              <w:t xml:space="preserve">     081</w:t>
                            </w:r>
                            <w:r w:rsidR="00A007F5">
                              <w:rPr>
                                <w:rFonts w:cs="Calibri"/>
                                <w:color w:val="767171" w:themeColor="background2" w:themeShade="80"/>
                                <w:sz w:val="14"/>
                                <w:szCs w:val="14"/>
                              </w:rPr>
                              <w:t> </w:t>
                            </w:r>
                            <w:r w:rsidR="00A007F5">
                              <w:rPr>
                                <w:rFonts w:ascii="Adria Slab Light" w:hAnsi="Adria Slab Light"/>
                                <w:color w:val="767171" w:themeColor="background2" w:themeShade="80"/>
                                <w:sz w:val="14"/>
                                <w:szCs w:val="14"/>
                              </w:rPr>
                              <w:t xml:space="preserve">881 </w:t>
                            </w:r>
                            <w:r w:rsidRPr="00BB17A8">
                              <w:rPr>
                                <w:rFonts w:ascii="Adria Slab Light" w:hAnsi="Adria Slab Light"/>
                                <w:color w:val="767171" w:themeColor="background2" w:themeShade="80"/>
                                <w:sz w:val="14"/>
                                <w:szCs w:val="14"/>
                              </w:rPr>
                              <w:t>62 02</w:t>
                            </w:r>
                          </w:p>
                          <w:p w14:paraId="12BEBAC4" w14:textId="77777777" w:rsidR="00187E41" w:rsidRPr="00BB17A8" w:rsidRDefault="00187E41" w:rsidP="00187E41">
                            <w:pPr>
                              <w:spacing w:after="0"/>
                              <w:rPr>
                                <w:rFonts w:ascii="Adria Slab Light" w:hAnsi="Adria Slab Light"/>
                                <w:color w:val="767171" w:themeColor="background2" w:themeShade="80"/>
                                <w:sz w:val="14"/>
                                <w:szCs w:val="14"/>
                              </w:rPr>
                            </w:pPr>
                            <w:r w:rsidRPr="00BB17A8">
                              <w:rPr>
                                <w:rFonts w:ascii="Adria Slab Light" w:hAnsi="Adria Slab Light"/>
                                <w:color w:val="767171" w:themeColor="background2" w:themeShade="80"/>
                                <w:sz w:val="14"/>
                                <w:szCs w:val="14"/>
                              </w:rPr>
                              <w:t xml:space="preserve">     ugkonskowola@post.pl</w:t>
                            </w:r>
                          </w:p>
                          <w:p w14:paraId="3A0FA761" w14:textId="77777777" w:rsidR="00187E41" w:rsidRPr="00BB17A8" w:rsidRDefault="00187E41" w:rsidP="00187E41">
                            <w:pPr>
                              <w:spacing w:after="0"/>
                              <w:rPr>
                                <w:rFonts w:ascii="Adria Slab" w:hAnsi="Adria Slab"/>
                                <w:color w:val="0A7C40"/>
                                <w:sz w:val="16"/>
                                <w:szCs w:val="16"/>
                              </w:rPr>
                            </w:pPr>
                          </w:p>
                          <w:p w14:paraId="0594F43B" w14:textId="77777777" w:rsidR="00187E41" w:rsidRPr="00BB17A8" w:rsidRDefault="00187E41" w:rsidP="00187E41">
                            <w:pPr>
                              <w:spacing w:after="0"/>
                              <w:rPr>
                                <w:rFonts w:ascii="Adria Slab" w:hAnsi="Adria Slab"/>
                                <w:color w:val="0A7C4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915310950" name="Obraz 1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69339" y="949069"/>
                          <a:ext cx="126365" cy="28829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0B48AA4D" id="Grupa 1" o:spid="_x0000_s1026" style="position:absolute;margin-left:-9.5pt;margin-top:-79.45pt;width:138.85pt;height:106.6pt;z-index:251662336" coordsize="17633,1353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width:17633;height:135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" stroked="f">
                <v:textbox>
                  <w:txbxContent>
                    <w:p w14:paraId="7B0526D0" w14:textId="77777777" w:rsidR="00187E41" w:rsidRPr="00BB17A8" w:rsidRDefault="00187E41" w:rsidP="00187E41">
                      <w:pPr>
                        <w:spacing w:after="0"/>
                        <w:rPr>
                          <w:rFonts w:ascii="Adria Slab" w:hAnsi="Adria Slab"/>
                          <w:color w:val="0A7C40"/>
                          <w:sz w:val="20"/>
                          <w:szCs w:val="20"/>
                        </w:rPr>
                      </w:pPr>
                      <w:r w:rsidRPr="00BB17A8">
                        <w:rPr>
                          <w:rFonts w:ascii="Adria Slab" w:hAnsi="Adria Slab"/>
                          <w:color w:val="0A7C40"/>
                          <w:sz w:val="20"/>
                          <w:szCs w:val="20"/>
                        </w:rPr>
                        <w:t>Urząd Miasta Końskowola</w:t>
                      </w:r>
                    </w:p>
                    <w:p w14:paraId="0FAEF5F2" w14:textId="77777777" w:rsidR="00187E41" w:rsidRPr="00BB17A8" w:rsidRDefault="00187E41" w:rsidP="00187E41">
                      <w:pPr>
                        <w:spacing w:after="0"/>
                        <w:rPr>
                          <w:rFonts w:ascii="Adria Slab Light" w:hAnsi="Adria Slab Light"/>
                          <w:color w:val="767171" w:themeColor="background2" w:themeShade="80"/>
                          <w:sz w:val="14"/>
                          <w:szCs w:val="14"/>
                        </w:rPr>
                      </w:pPr>
                      <w:r w:rsidRPr="00BB17A8">
                        <w:rPr>
                          <w:rFonts w:ascii="Adria Slab Light" w:hAnsi="Adria Slab Light"/>
                          <w:color w:val="767171" w:themeColor="background2" w:themeShade="80"/>
                          <w:sz w:val="14"/>
                          <w:szCs w:val="14"/>
                        </w:rPr>
                        <w:t xml:space="preserve">ul. </w:t>
                      </w:r>
                      <w:proofErr w:type="spellStart"/>
                      <w:r w:rsidRPr="00BB17A8">
                        <w:rPr>
                          <w:rFonts w:ascii="Adria Slab Light" w:hAnsi="Adria Slab Light"/>
                          <w:color w:val="767171" w:themeColor="background2" w:themeShade="80"/>
                          <w:sz w:val="14"/>
                          <w:szCs w:val="14"/>
                        </w:rPr>
                        <w:t>Pożowska</w:t>
                      </w:r>
                      <w:proofErr w:type="spellEnd"/>
                      <w:r w:rsidRPr="00BB17A8">
                        <w:rPr>
                          <w:rFonts w:ascii="Adria Slab Light" w:hAnsi="Adria Slab Light"/>
                          <w:color w:val="767171" w:themeColor="background2" w:themeShade="80"/>
                          <w:sz w:val="14"/>
                          <w:szCs w:val="14"/>
                        </w:rPr>
                        <w:t xml:space="preserve"> 3A</w:t>
                      </w:r>
                    </w:p>
                    <w:p w14:paraId="461E0C78" w14:textId="77777777" w:rsidR="00187E41" w:rsidRPr="00BB17A8" w:rsidRDefault="00187E41" w:rsidP="00187E41">
                      <w:pPr>
                        <w:spacing w:after="0"/>
                        <w:rPr>
                          <w:rFonts w:ascii="Adria Slab Light" w:hAnsi="Adria Slab Light"/>
                          <w:color w:val="767171" w:themeColor="background2" w:themeShade="80"/>
                          <w:sz w:val="14"/>
                          <w:szCs w:val="14"/>
                        </w:rPr>
                      </w:pPr>
                      <w:r w:rsidRPr="00BB17A8">
                        <w:rPr>
                          <w:rFonts w:ascii="Adria Slab Light" w:hAnsi="Adria Slab Light"/>
                          <w:color w:val="767171" w:themeColor="background2" w:themeShade="80"/>
                          <w:sz w:val="14"/>
                          <w:szCs w:val="14"/>
                        </w:rPr>
                        <w:t>24-130 Końskowola</w:t>
                      </w:r>
                    </w:p>
                    <w:p w14:paraId="09D14358" w14:textId="77777777" w:rsidR="00187E41" w:rsidRPr="00BB17A8" w:rsidRDefault="00187E41" w:rsidP="00187E41">
                      <w:pPr>
                        <w:spacing w:after="0"/>
                        <w:rPr>
                          <w:rFonts w:ascii="Adria Slab Light" w:hAnsi="Adria Slab Light"/>
                          <w:color w:val="767171" w:themeColor="background2" w:themeShade="80"/>
                          <w:sz w:val="14"/>
                          <w:szCs w:val="14"/>
                        </w:rPr>
                      </w:pPr>
                    </w:p>
                    <w:p w14:paraId="3C114216" w14:textId="77777777" w:rsidR="00187E41" w:rsidRPr="00BB17A8" w:rsidRDefault="00187E41" w:rsidP="00187E41">
                      <w:pPr>
                        <w:spacing w:after="0"/>
                        <w:rPr>
                          <w:rFonts w:ascii="Adria Slab Light" w:hAnsi="Adria Slab Light"/>
                          <w:color w:val="767171" w:themeColor="background2" w:themeShade="80"/>
                          <w:sz w:val="14"/>
                          <w:szCs w:val="14"/>
                        </w:rPr>
                      </w:pPr>
                      <w:r w:rsidRPr="00BB17A8">
                        <w:rPr>
                          <w:rFonts w:ascii="Adria Slab Light" w:hAnsi="Adria Slab Light"/>
                          <w:color w:val="767171" w:themeColor="background2" w:themeShade="80"/>
                          <w:sz w:val="14"/>
                          <w:szCs w:val="14"/>
                        </w:rPr>
                        <w:t>NIP 716-26-71-389</w:t>
                      </w:r>
                    </w:p>
                    <w:p w14:paraId="7D212BE4" w14:textId="77777777" w:rsidR="00187E41" w:rsidRPr="00BB17A8" w:rsidRDefault="00187E41" w:rsidP="00187E41">
                      <w:pPr>
                        <w:spacing w:after="0"/>
                        <w:rPr>
                          <w:rFonts w:ascii="Adria Slab Light" w:hAnsi="Adria Slab Light"/>
                          <w:color w:val="767171" w:themeColor="background2" w:themeShade="80"/>
                          <w:sz w:val="14"/>
                          <w:szCs w:val="14"/>
                        </w:rPr>
                      </w:pPr>
                      <w:r w:rsidRPr="00BB17A8">
                        <w:rPr>
                          <w:rFonts w:ascii="Adria Slab Light" w:hAnsi="Adria Slab Light"/>
                          <w:color w:val="767171" w:themeColor="background2" w:themeShade="80"/>
                          <w:sz w:val="14"/>
                          <w:szCs w:val="14"/>
                        </w:rPr>
                        <w:t>REGON 431019661</w:t>
                      </w:r>
                    </w:p>
                    <w:p w14:paraId="7C9DCB3A" w14:textId="77777777" w:rsidR="00187E41" w:rsidRPr="00BB17A8" w:rsidRDefault="00187E41" w:rsidP="00187E41">
                      <w:pPr>
                        <w:spacing w:after="0"/>
                        <w:rPr>
                          <w:rFonts w:ascii="Adria Slab Light" w:hAnsi="Adria Slab Light"/>
                          <w:color w:val="767171" w:themeColor="background2" w:themeShade="80"/>
                          <w:sz w:val="14"/>
                          <w:szCs w:val="14"/>
                        </w:rPr>
                      </w:pPr>
                    </w:p>
                    <w:p w14:paraId="4C8A6495" w14:textId="77777777" w:rsidR="00187E41" w:rsidRPr="00BB17A8" w:rsidRDefault="00187E41" w:rsidP="00187E41">
                      <w:pPr>
                        <w:spacing w:after="0"/>
                        <w:rPr>
                          <w:rFonts w:ascii="Adria Slab Light" w:hAnsi="Adria Slab Light"/>
                          <w:color w:val="767171" w:themeColor="background2" w:themeShade="80"/>
                          <w:sz w:val="14"/>
                          <w:szCs w:val="14"/>
                        </w:rPr>
                      </w:pPr>
                      <w:r w:rsidRPr="00BB17A8">
                        <w:rPr>
                          <w:rFonts w:ascii="Adria Slab Light" w:hAnsi="Adria Slab Light"/>
                          <w:color w:val="767171" w:themeColor="background2" w:themeShade="80"/>
                          <w:sz w:val="14"/>
                          <w:szCs w:val="14"/>
                        </w:rPr>
                        <w:t xml:space="preserve">     081</w:t>
                      </w:r>
                      <w:r w:rsidRPr="00BB17A8">
                        <w:rPr>
                          <w:rFonts w:cs="Calibri"/>
                          <w:color w:val="767171" w:themeColor="background2" w:themeShade="80"/>
                          <w:sz w:val="14"/>
                          <w:szCs w:val="14"/>
                        </w:rPr>
                        <w:t> </w:t>
                      </w:r>
                      <w:r w:rsidRPr="00BB17A8">
                        <w:rPr>
                          <w:rFonts w:ascii="Adria Slab Light" w:hAnsi="Adria Slab Light"/>
                          <w:color w:val="767171" w:themeColor="background2" w:themeShade="80"/>
                          <w:sz w:val="14"/>
                          <w:szCs w:val="14"/>
                        </w:rPr>
                        <w:t>881 62 01</w:t>
                      </w:r>
                    </w:p>
                    <w:p w14:paraId="74419359" w14:textId="3623E708" w:rsidR="00187E41" w:rsidRPr="00BB17A8" w:rsidRDefault="00187E41" w:rsidP="00187E41">
                      <w:pPr>
                        <w:spacing w:after="0"/>
                        <w:rPr>
                          <w:rFonts w:ascii="Adria Slab Light" w:hAnsi="Adria Slab Light"/>
                          <w:color w:val="767171" w:themeColor="background2" w:themeShade="80"/>
                          <w:sz w:val="14"/>
                          <w:szCs w:val="14"/>
                        </w:rPr>
                      </w:pPr>
                      <w:r w:rsidRPr="00BB17A8">
                        <w:rPr>
                          <w:rFonts w:ascii="Adria Slab Light" w:hAnsi="Adria Slab Light"/>
                          <w:color w:val="767171" w:themeColor="background2" w:themeShade="80"/>
                          <w:sz w:val="14"/>
                          <w:szCs w:val="14"/>
                        </w:rPr>
                        <w:t xml:space="preserve">     081</w:t>
                      </w:r>
                      <w:r w:rsidR="00A007F5">
                        <w:rPr>
                          <w:rFonts w:cs="Calibri"/>
                          <w:color w:val="767171" w:themeColor="background2" w:themeShade="80"/>
                          <w:sz w:val="14"/>
                          <w:szCs w:val="14"/>
                        </w:rPr>
                        <w:t> </w:t>
                      </w:r>
                      <w:r w:rsidR="00A007F5">
                        <w:rPr>
                          <w:rFonts w:ascii="Adria Slab Light" w:hAnsi="Adria Slab Light"/>
                          <w:color w:val="767171" w:themeColor="background2" w:themeShade="80"/>
                          <w:sz w:val="14"/>
                          <w:szCs w:val="14"/>
                        </w:rPr>
                        <w:t xml:space="preserve">881 </w:t>
                      </w:r>
                      <w:r w:rsidRPr="00BB17A8">
                        <w:rPr>
                          <w:rFonts w:ascii="Adria Slab Light" w:hAnsi="Adria Slab Light"/>
                          <w:color w:val="767171" w:themeColor="background2" w:themeShade="80"/>
                          <w:sz w:val="14"/>
                          <w:szCs w:val="14"/>
                        </w:rPr>
                        <w:t>62 02</w:t>
                      </w:r>
                    </w:p>
                    <w:p w14:paraId="12BEBAC4" w14:textId="77777777" w:rsidR="00187E41" w:rsidRPr="00BB17A8" w:rsidRDefault="00187E41" w:rsidP="00187E41">
                      <w:pPr>
                        <w:spacing w:after="0"/>
                        <w:rPr>
                          <w:rFonts w:ascii="Adria Slab Light" w:hAnsi="Adria Slab Light"/>
                          <w:color w:val="767171" w:themeColor="background2" w:themeShade="80"/>
                          <w:sz w:val="14"/>
                          <w:szCs w:val="14"/>
                        </w:rPr>
                      </w:pPr>
                      <w:r w:rsidRPr="00BB17A8">
                        <w:rPr>
                          <w:rFonts w:ascii="Adria Slab Light" w:hAnsi="Adria Slab Light"/>
                          <w:color w:val="767171" w:themeColor="background2" w:themeShade="80"/>
                          <w:sz w:val="14"/>
                          <w:szCs w:val="14"/>
                        </w:rPr>
                        <w:t xml:space="preserve">     ugkonskowola@post.pl</w:t>
                      </w:r>
                    </w:p>
                    <w:p w14:paraId="3A0FA761" w14:textId="77777777" w:rsidR="00187E41" w:rsidRPr="00BB17A8" w:rsidRDefault="00187E41" w:rsidP="00187E41">
                      <w:pPr>
                        <w:spacing w:after="0"/>
                        <w:rPr>
                          <w:rFonts w:ascii="Adria Slab" w:hAnsi="Adria Slab"/>
                          <w:color w:val="0A7C40"/>
                          <w:sz w:val="16"/>
                          <w:szCs w:val="16"/>
                        </w:rPr>
                      </w:pPr>
                    </w:p>
                    <w:p w14:paraId="0594F43B" w14:textId="77777777" w:rsidR="00187E41" w:rsidRPr="00BB17A8" w:rsidRDefault="00187E41" w:rsidP="00187E41">
                      <w:pPr>
                        <w:spacing w:after="0"/>
                        <w:rPr>
                          <w:rFonts w:ascii="Adria Slab" w:hAnsi="Adria Slab"/>
                          <w:color w:val="0A7C4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az 1" o:spid="_x0000_s1028" type="#_x0000_t75" style="position:absolute;left:693;top:9490;width:1264;height:288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">
                <v:imagedata r:id="rId2" o:title=""/>
              </v:shape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B2EA15D" wp14:editId="60501366">
              <wp:simplePos x="0" y="0"/>
              <wp:positionH relativeFrom="column">
                <wp:posOffset>4320073</wp:posOffset>
              </wp:positionH>
              <wp:positionV relativeFrom="paragraph">
                <wp:posOffset>-35249</wp:posOffset>
              </wp:positionV>
              <wp:extent cx="1763395" cy="273020"/>
              <wp:effectExtent l="0" t="0" r="8255" b="0"/>
              <wp:wrapNone/>
              <wp:docPr id="304043151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63395" cy="2730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08294A1" w14:textId="77777777" w:rsidR="00187E41" w:rsidRPr="00BB17A8" w:rsidRDefault="00187E41" w:rsidP="00187E41">
                          <w:pPr>
                            <w:spacing w:after="0"/>
                            <w:rPr>
                              <w:rFonts w:ascii="Adria Slab Light" w:hAnsi="Adria Slab Light"/>
                              <w:color w:val="767171" w:themeColor="background2" w:themeShade="80"/>
                              <w:sz w:val="20"/>
                              <w:szCs w:val="20"/>
                            </w:rPr>
                          </w:pPr>
                          <w:r w:rsidRPr="00BB17A8">
                            <w:rPr>
                              <w:rFonts w:ascii="Adria Slab Light" w:hAnsi="Adria Slab Light"/>
                              <w:color w:val="767171" w:themeColor="background2" w:themeShade="80"/>
                              <w:sz w:val="20"/>
                              <w:szCs w:val="20"/>
                            </w:rPr>
                            <w:t>www.</w:t>
                          </w:r>
                          <w:r w:rsidRPr="00BB17A8">
                            <w:rPr>
                              <w:rFonts w:ascii="Adria Slab" w:hAnsi="Adria Slab"/>
                              <w:color w:val="0A7C40"/>
                              <w:sz w:val="20"/>
                              <w:szCs w:val="20"/>
                            </w:rPr>
                            <w:t>konskowola</w:t>
                          </w:r>
                          <w:r w:rsidRPr="00BB17A8">
                            <w:rPr>
                              <w:rFonts w:ascii="Adria Slab Light" w:hAnsi="Adria Slab Light"/>
                              <w:color w:val="767171" w:themeColor="background2" w:themeShade="80"/>
                              <w:sz w:val="20"/>
                              <w:szCs w:val="20"/>
                            </w:rPr>
                            <w:t>.info.pl</w:t>
                          </w:r>
                        </w:p>
                        <w:p w14:paraId="6C8CBDA7" w14:textId="77777777" w:rsidR="00187E41" w:rsidRPr="00BB17A8" w:rsidRDefault="00187E41" w:rsidP="00187E41">
                          <w:pPr>
                            <w:spacing w:after="0"/>
                            <w:rPr>
                              <w:rFonts w:ascii="Adria Slab" w:hAnsi="Adria Slab"/>
                              <w:color w:val="0A7C40"/>
                              <w:sz w:val="16"/>
                              <w:szCs w:val="16"/>
                            </w:rPr>
                          </w:pPr>
                        </w:p>
                        <w:p w14:paraId="6E548F59" w14:textId="77777777" w:rsidR="00187E41" w:rsidRPr="00BB17A8" w:rsidRDefault="00187E41" w:rsidP="00187E41">
                          <w:pPr>
                            <w:spacing w:after="0"/>
                            <w:rPr>
                              <w:rFonts w:ascii="Adria Slab" w:hAnsi="Adria Slab"/>
                              <w:color w:val="0A7C40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2EA15D" id="Pole tekstowe 2" o:spid="_x0000_s1029" type="#_x0000_t202" style="position:absolute;margin-left:340.15pt;margin-top:-2.8pt;width:138.85pt;height:21.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" stroked="f">
              <v:textbox>
                <w:txbxContent>
                  <w:p w14:paraId="408294A1" w14:textId="77777777" w:rsidR="00187E41" w:rsidRPr="00BB17A8" w:rsidRDefault="00187E41" w:rsidP="00187E41">
                    <w:pPr>
                      <w:spacing w:after="0"/>
                      <w:rPr>
                        <w:rFonts w:ascii="Adria Slab Light" w:hAnsi="Adria Slab Light"/>
                        <w:color w:val="767171" w:themeColor="background2" w:themeShade="80"/>
                        <w:sz w:val="20"/>
                        <w:szCs w:val="20"/>
                      </w:rPr>
                    </w:pPr>
                    <w:r w:rsidRPr="00BB17A8">
                      <w:rPr>
                        <w:rFonts w:ascii="Adria Slab Light" w:hAnsi="Adria Slab Light"/>
                        <w:color w:val="767171" w:themeColor="background2" w:themeShade="80"/>
                        <w:sz w:val="20"/>
                        <w:szCs w:val="20"/>
                      </w:rPr>
                      <w:t>www.</w:t>
                    </w:r>
                    <w:r w:rsidRPr="00BB17A8">
                      <w:rPr>
                        <w:rFonts w:ascii="Adria Slab" w:hAnsi="Adria Slab"/>
                        <w:color w:val="0A7C40"/>
                        <w:sz w:val="20"/>
                        <w:szCs w:val="20"/>
                      </w:rPr>
                      <w:t>konskowola</w:t>
                    </w:r>
                    <w:r w:rsidRPr="00BB17A8">
                      <w:rPr>
                        <w:rFonts w:ascii="Adria Slab Light" w:hAnsi="Adria Slab Light"/>
                        <w:color w:val="767171" w:themeColor="background2" w:themeShade="80"/>
                        <w:sz w:val="20"/>
                        <w:szCs w:val="20"/>
                      </w:rPr>
                      <w:t>.info.pl</w:t>
                    </w:r>
                  </w:p>
                  <w:p w14:paraId="6C8CBDA7" w14:textId="77777777" w:rsidR="00187E41" w:rsidRPr="00BB17A8" w:rsidRDefault="00187E41" w:rsidP="00187E41">
                    <w:pPr>
                      <w:spacing w:after="0"/>
                      <w:rPr>
                        <w:rFonts w:ascii="Adria Slab" w:hAnsi="Adria Slab"/>
                        <w:color w:val="0A7C40"/>
                        <w:sz w:val="16"/>
                        <w:szCs w:val="16"/>
                      </w:rPr>
                    </w:pPr>
                  </w:p>
                  <w:p w14:paraId="6E548F59" w14:textId="77777777" w:rsidR="00187E41" w:rsidRPr="00BB17A8" w:rsidRDefault="00187E41" w:rsidP="00187E41">
                    <w:pPr>
                      <w:spacing w:after="0"/>
                      <w:rPr>
                        <w:rFonts w:ascii="Adria Slab" w:hAnsi="Adria Slab"/>
                        <w:color w:val="0A7C40"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84493B" w14:textId="77777777" w:rsidR="00B95B0F" w:rsidRDefault="00B95B0F" w:rsidP="00F172A4">
      <w:pPr>
        <w:spacing w:after="0" w:line="240" w:lineRule="auto"/>
      </w:pPr>
      <w:r>
        <w:separator/>
      </w:r>
    </w:p>
  </w:footnote>
  <w:footnote w:type="continuationSeparator" w:id="0">
    <w:p w14:paraId="03A5CACB" w14:textId="77777777" w:rsidR="00B95B0F" w:rsidRDefault="00B95B0F" w:rsidP="00F172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473B5B" w14:textId="53862090" w:rsidR="00F172A4" w:rsidRDefault="00187E41">
    <w:pPr>
      <w:pStyle w:val="Nagwek"/>
    </w:pPr>
    <w:r>
      <w:rPr>
        <w:noProof/>
      </w:rPr>
      <w:drawing>
        <wp:anchor distT="0" distB="0" distL="114300" distR="114300" simplePos="0" relativeHeight="251663360" behindDoc="0" locked="0" layoutInCell="1" allowOverlap="1" wp14:anchorId="364DA94E" wp14:editId="51CD7ECB">
          <wp:simplePos x="0" y="0"/>
          <wp:positionH relativeFrom="column">
            <wp:posOffset>308658</wp:posOffset>
          </wp:positionH>
          <wp:positionV relativeFrom="paragraph">
            <wp:posOffset>412798</wp:posOffset>
          </wp:positionV>
          <wp:extent cx="1811547" cy="739347"/>
          <wp:effectExtent l="0" t="0" r="0" b="3810"/>
          <wp:wrapNone/>
          <wp:docPr id="203752689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37526892" name="Obraz 203752689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11547" cy="73934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ED2027"/>
    <w:multiLevelType w:val="hybridMultilevel"/>
    <w:tmpl w:val="9B70AB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B15AF2"/>
    <w:multiLevelType w:val="hybridMultilevel"/>
    <w:tmpl w:val="9B70AB3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8D51E5"/>
    <w:multiLevelType w:val="hybridMultilevel"/>
    <w:tmpl w:val="EE9ECAFA"/>
    <w:lvl w:ilvl="0" w:tplc="EB666DF6">
      <w:numFmt w:val="bullet"/>
      <w:lvlText w:val="-"/>
      <w:lvlJc w:val="left"/>
      <w:pPr>
        <w:ind w:left="5605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63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2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65" w:hanging="360"/>
      </w:pPr>
      <w:rPr>
        <w:rFonts w:ascii="Wingdings" w:hAnsi="Wingdings" w:hint="default"/>
      </w:rPr>
    </w:lvl>
  </w:abstractNum>
  <w:num w:numId="1" w16cid:durableId="473303543">
    <w:abstractNumId w:val="2"/>
  </w:num>
  <w:num w:numId="2" w16cid:durableId="977993912">
    <w:abstractNumId w:val="0"/>
  </w:num>
  <w:num w:numId="3" w16cid:durableId="134119552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6"/>
  <w:proofState w:spelling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3EAB"/>
    <w:rsid w:val="000020A0"/>
    <w:rsid w:val="00003D98"/>
    <w:rsid w:val="0002635F"/>
    <w:rsid w:val="00045E0F"/>
    <w:rsid w:val="00054C39"/>
    <w:rsid w:val="00055BB9"/>
    <w:rsid w:val="00074DE4"/>
    <w:rsid w:val="00091812"/>
    <w:rsid w:val="000A5FDC"/>
    <w:rsid w:val="000C209E"/>
    <w:rsid w:val="000D1309"/>
    <w:rsid w:val="00105864"/>
    <w:rsid w:val="0011300A"/>
    <w:rsid w:val="00131A06"/>
    <w:rsid w:val="00187E41"/>
    <w:rsid w:val="001922B4"/>
    <w:rsid w:val="001A2665"/>
    <w:rsid w:val="001A6E85"/>
    <w:rsid w:val="001C3EAB"/>
    <w:rsid w:val="001D5B0B"/>
    <w:rsid w:val="001E5EB6"/>
    <w:rsid w:val="00212087"/>
    <w:rsid w:val="002122DB"/>
    <w:rsid w:val="00220F52"/>
    <w:rsid w:val="00222E80"/>
    <w:rsid w:val="00237AB5"/>
    <w:rsid w:val="00255C79"/>
    <w:rsid w:val="00292E44"/>
    <w:rsid w:val="002A0033"/>
    <w:rsid w:val="002A017A"/>
    <w:rsid w:val="002A39BB"/>
    <w:rsid w:val="002C1BE4"/>
    <w:rsid w:val="002D31FF"/>
    <w:rsid w:val="002D6492"/>
    <w:rsid w:val="002D745F"/>
    <w:rsid w:val="002E4C76"/>
    <w:rsid w:val="002F7DC3"/>
    <w:rsid w:val="00304503"/>
    <w:rsid w:val="003254FC"/>
    <w:rsid w:val="0034617E"/>
    <w:rsid w:val="0036024E"/>
    <w:rsid w:val="00374BB3"/>
    <w:rsid w:val="00375E69"/>
    <w:rsid w:val="003B362A"/>
    <w:rsid w:val="003C6B8E"/>
    <w:rsid w:val="003E3B50"/>
    <w:rsid w:val="003F0864"/>
    <w:rsid w:val="003F1E74"/>
    <w:rsid w:val="003F295D"/>
    <w:rsid w:val="003F2ECE"/>
    <w:rsid w:val="004076E8"/>
    <w:rsid w:val="00431C5E"/>
    <w:rsid w:val="00447EEE"/>
    <w:rsid w:val="00452E12"/>
    <w:rsid w:val="004607C2"/>
    <w:rsid w:val="0047096C"/>
    <w:rsid w:val="004A33E0"/>
    <w:rsid w:val="004E57F1"/>
    <w:rsid w:val="00502959"/>
    <w:rsid w:val="005651A9"/>
    <w:rsid w:val="00590377"/>
    <w:rsid w:val="00594297"/>
    <w:rsid w:val="005A0353"/>
    <w:rsid w:val="005B41F3"/>
    <w:rsid w:val="005C4457"/>
    <w:rsid w:val="005D16B5"/>
    <w:rsid w:val="005D48DB"/>
    <w:rsid w:val="005F3F1C"/>
    <w:rsid w:val="00611284"/>
    <w:rsid w:val="00654CC8"/>
    <w:rsid w:val="00662621"/>
    <w:rsid w:val="006B0C76"/>
    <w:rsid w:val="006C1229"/>
    <w:rsid w:val="006D6C37"/>
    <w:rsid w:val="00703F64"/>
    <w:rsid w:val="00705BD1"/>
    <w:rsid w:val="00725E4E"/>
    <w:rsid w:val="00733FF3"/>
    <w:rsid w:val="00740650"/>
    <w:rsid w:val="0074777D"/>
    <w:rsid w:val="00752191"/>
    <w:rsid w:val="007A621A"/>
    <w:rsid w:val="007C0717"/>
    <w:rsid w:val="007C3FA5"/>
    <w:rsid w:val="007E5355"/>
    <w:rsid w:val="007F7104"/>
    <w:rsid w:val="00807824"/>
    <w:rsid w:val="00830D74"/>
    <w:rsid w:val="0083488D"/>
    <w:rsid w:val="00837E73"/>
    <w:rsid w:val="008A08FE"/>
    <w:rsid w:val="008B5E77"/>
    <w:rsid w:val="008D63CB"/>
    <w:rsid w:val="0090513B"/>
    <w:rsid w:val="009211AF"/>
    <w:rsid w:val="00933128"/>
    <w:rsid w:val="0094189F"/>
    <w:rsid w:val="00943BBF"/>
    <w:rsid w:val="009507B8"/>
    <w:rsid w:val="00971BFE"/>
    <w:rsid w:val="00993F0C"/>
    <w:rsid w:val="009A346C"/>
    <w:rsid w:val="009D191D"/>
    <w:rsid w:val="009D3490"/>
    <w:rsid w:val="009E0B2E"/>
    <w:rsid w:val="009E403E"/>
    <w:rsid w:val="00A007F5"/>
    <w:rsid w:val="00A02A02"/>
    <w:rsid w:val="00A06392"/>
    <w:rsid w:val="00A10314"/>
    <w:rsid w:val="00A10447"/>
    <w:rsid w:val="00A26CBA"/>
    <w:rsid w:val="00A3422F"/>
    <w:rsid w:val="00A368CC"/>
    <w:rsid w:val="00A51A40"/>
    <w:rsid w:val="00A6082F"/>
    <w:rsid w:val="00A70772"/>
    <w:rsid w:val="00A777A5"/>
    <w:rsid w:val="00A84F23"/>
    <w:rsid w:val="00AA6F41"/>
    <w:rsid w:val="00AF118C"/>
    <w:rsid w:val="00B51014"/>
    <w:rsid w:val="00B95B0F"/>
    <w:rsid w:val="00BC73A0"/>
    <w:rsid w:val="00BE7442"/>
    <w:rsid w:val="00C004E9"/>
    <w:rsid w:val="00C06A30"/>
    <w:rsid w:val="00C709A6"/>
    <w:rsid w:val="00C82E3F"/>
    <w:rsid w:val="00C909FE"/>
    <w:rsid w:val="00C947AF"/>
    <w:rsid w:val="00CB5DD0"/>
    <w:rsid w:val="00CC1FE7"/>
    <w:rsid w:val="00D05A58"/>
    <w:rsid w:val="00D11322"/>
    <w:rsid w:val="00D35B1E"/>
    <w:rsid w:val="00D619CE"/>
    <w:rsid w:val="00D63524"/>
    <w:rsid w:val="00D74A51"/>
    <w:rsid w:val="00D97259"/>
    <w:rsid w:val="00DA2DDB"/>
    <w:rsid w:val="00DC031B"/>
    <w:rsid w:val="00E166FF"/>
    <w:rsid w:val="00E1751C"/>
    <w:rsid w:val="00E21B39"/>
    <w:rsid w:val="00E45922"/>
    <w:rsid w:val="00E70339"/>
    <w:rsid w:val="00E724E7"/>
    <w:rsid w:val="00E72B9A"/>
    <w:rsid w:val="00E73E5C"/>
    <w:rsid w:val="00E74832"/>
    <w:rsid w:val="00EA239D"/>
    <w:rsid w:val="00EC7C36"/>
    <w:rsid w:val="00ED0083"/>
    <w:rsid w:val="00ED21A6"/>
    <w:rsid w:val="00EF3E6B"/>
    <w:rsid w:val="00F00141"/>
    <w:rsid w:val="00F074C6"/>
    <w:rsid w:val="00F145E9"/>
    <w:rsid w:val="00F172A4"/>
    <w:rsid w:val="00F46C8E"/>
    <w:rsid w:val="00FB04ED"/>
    <w:rsid w:val="00FC6B9C"/>
    <w:rsid w:val="00FD17B8"/>
    <w:rsid w:val="00FE69E6"/>
    <w:rsid w:val="00FF61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280654E"/>
  <w15:chartTrackingRefBased/>
  <w15:docId w15:val="{F1CDDC3F-7388-4D5D-A0D2-FBFA5B668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172A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F172A4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F172A4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F172A4"/>
    <w:rPr>
      <w:sz w:val="22"/>
      <w:szCs w:val="22"/>
      <w:lang w:eastAsia="en-US"/>
    </w:rPr>
  </w:style>
  <w:style w:type="paragraph" w:styleId="NormalnyWeb">
    <w:name w:val="Normal (Web)"/>
    <w:basedOn w:val="Normalny"/>
    <w:unhideWhenUsed/>
    <w:qFormat/>
    <w:rsid w:val="008D63C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EF3E6B"/>
    <w:pPr>
      <w:ind w:left="720"/>
      <w:contextualSpacing/>
    </w:pPr>
  </w:style>
  <w:style w:type="paragraph" w:customStyle="1" w:styleId="Standard">
    <w:name w:val="Standard"/>
    <w:rsid w:val="00590377"/>
    <w:pPr>
      <w:suppressAutoHyphens/>
      <w:overflowPunct w:val="0"/>
      <w:autoSpaceDE w:val="0"/>
      <w:autoSpaceDN w:val="0"/>
      <w:textAlignment w:val="baseline"/>
    </w:pPr>
    <w:rPr>
      <w:rFonts w:ascii="Times New Roman" w:eastAsia="Times New Roman" w:hAnsi="Times New Roman"/>
      <w:kern w:val="3"/>
      <w:sz w:val="24"/>
      <w:lang w:eastAsia="zh-CN"/>
    </w:rPr>
  </w:style>
  <w:style w:type="paragraph" w:customStyle="1" w:styleId="Default">
    <w:name w:val="Default"/>
    <w:rsid w:val="00590377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</w:rPr>
  </w:style>
  <w:style w:type="paragraph" w:customStyle="1" w:styleId="Tekst">
    <w:name w:val="Tekst"/>
    <w:basedOn w:val="Normalny"/>
    <w:rsid w:val="00590377"/>
    <w:pPr>
      <w:keepNext/>
      <w:widowControl w:val="0"/>
      <w:suppressAutoHyphens/>
      <w:spacing w:after="120" w:line="100" w:lineRule="atLeast"/>
      <w:textAlignment w:val="baseline"/>
    </w:pPr>
    <w:rPr>
      <w:rFonts w:ascii="Times New Roman" w:eastAsia="Arial Unicode MS" w:hAnsi="Times New Roman" w:cs="Mangal"/>
      <w:sz w:val="24"/>
      <w:szCs w:val="24"/>
      <w:lang w:eastAsia="zh-CN" w:bidi="hi-IN"/>
    </w:rPr>
  </w:style>
  <w:style w:type="paragraph" w:customStyle="1" w:styleId="Zawartotabeli">
    <w:name w:val="Zawartość tabeli"/>
    <w:basedOn w:val="Normalny"/>
    <w:rsid w:val="00212087"/>
    <w:pPr>
      <w:keepNext/>
      <w:widowControl w:val="0"/>
      <w:suppressLineNumbers/>
      <w:suppressAutoHyphens/>
      <w:spacing w:line="100" w:lineRule="atLeast"/>
      <w:textAlignment w:val="baseline"/>
    </w:pPr>
    <w:rPr>
      <w:rFonts w:ascii="Times New Roman" w:eastAsia="Arial Unicode MS" w:hAnsi="Times New Roman" w:cs="Mangal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530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89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26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awe&#322;\Desktop\GOTOWE%20MATEIRA&#321;Y\Ko&#324;skowola%20-%20Akcydensy\Papier%20Firmowy\Korespondencja%20wewn&#281;trzna%20(druk%20biurowy,%20wersje%20cyfrowe)\Word\KO&#323;SKOWLA_PapierFirmowy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KOŃSKOWLA_PapierFirmowy</Template>
  <TotalTime>112</TotalTime>
  <Pages>1</Pages>
  <Words>137</Words>
  <Characters>826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</dc:creator>
  <cp:keywords/>
  <dc:description/>
  <cp:lastModifiedBy>kszmigiel</cp:lastModifiedBy>
  <cp:revision>19</cp:revision>
  <cp:lastPrinted>2025-07-04T08:55:00Z</cp:lastPrinted>
  <dcterms:created xsi:type="dcterms:W3CDTF">2025-01-20T11:26:00Z</dcterms:created>
  <dcterms:modified xsi:type="dcterms:W3CDTF">2025-07-04T09:50:00Z</dcterms:modified>
</cp:coreProperties>
</file>